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A047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57B180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4F473" w14:textId="269553A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42FCC" w:rsidRPr="00342FCC">
        <w:rPr>
          <w:rFonts w:ascii="Corbel" w:hAnsi="Corbel"/>
          <w:smallCaps/>
          <w:sz w:val="24"/>
          <w:szCs w:val="24"/>
        </w:rPr>
        <w:t>202</w:t>
      </w:r>
      <w:r w:rsidR="008F1052">
        <w:rPr>
          <w:rFonts w:ascii="Corbel" w:hAnsi="Corbel"/>
          <w:smallCaps/>
          <w:sz w:val="24"/>
          <w:szCs w:val="24"/>
        </w:rPr>
        <w:t>2</w:t>
      </w:r>
      <w:r w:rsidR="00342FCC" w:rsidRPr="00342FCC">
        <w:rPr>
          <w:rFonts w:ascii="Corbel" w:hAnsi="Corbel"/>
          <w:smallCaps/>
          <w:sz w:val="24"/>
          <w:szCs w:val="24"/>
        </w:rPr>
        <w:t>-202</w:t>
      </w:r>
      <w:r w:rsidR="000650AE">
        <w:rPr>
          <w:rFonts w:ascii="Corbel" w:hAnsi="Corbel"/>
          <w:smallCaps/>
          <w:sz w:val="24"/>
          <w:szCs w:val="24"/>
        </w:rPr>
        <w:t>5</w:t>
      </w:r>
    </w:p>
    <w:p w14:paraId="6C328CA8" w14:textId="46160906" w:rsidR="006702ED" w:rsidRPr="00EA4832" w:rsidRDefault="00445970" w:rsidP="00342F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4BF2656">
        <w:rPr>
          <w:rFonts w:ascii="Corbel" w:hAnsi="Corbel"/>
          <w:sz w:val="20"/>
          <w:szCs w:val="20"/>
        </w:rPr>
        <w:t>Rok akademick</w:t>
      </w:r>
      <w:r w:rsidRPr="003A5E47">
        <w:rPr>
          <w:rFonts w:ascii="Corbel" w:hAnsi="Corbel"/>
          <w:sz w:val="20"/>
          <w:szCs w:val="20"/>
        </w:rPr>
        <w:t>i</w:t>
      </w:r>
      <w:r w:rsidR="00342FCC" w:rsidRPr="003A5E47">
        <w:rPr>
          <w:rFonts w:ascii="Corbel" w:hAnsi="Corbel"/>
          <w:sz w:val="20"/>
          <w:szCs w:val="20"/>
        </w:rPr>
        <w:t>:</w:t>
      </w:r>
      <w:r w:rsidRPr="003A5E47">
        <w:rPr>
          <w:rFonts w:ascii="Corbel" w:hAnsi="Corbel"/>
          <w:sz w:val="20"/>
          <w:szCs w:val="20"/>
        </w:rPr>
        <w:t xml:space="preserve"> </w:t>
      </w:r>
      <w:r w:rsidR="006702ED" w:rsidRPr="003A5E47">
        <w:rPr>
          <w:rFonts w:ascii="Corbel" w:hAnsi="Corbel"/>
          <w:sz w:val="20"/>
          <w:szCs w:val="20"/>
        </w:rPr>
        <w:t>202</w:t>
      </w:r>
      <w:r w:rsidR="003A5E47">
        <w:rPr>
          <w:rFonts w:ascii="Corbel" w:hAnsi="Corbel"/>
          <w:sz w:val="20"/>
          <w:szCs w:val="20"/>
        </w:rPr>
        <w:t>3</w:t>
      </w:r>
      <w:r w:rsidR="006702ED" w:rsidRPr="003A5E47">
        <w:rPr>
          <w:rFonts w:ascii="Corbel" w:hAnsi="Corbel"/>
          <w:sz w:val="20"/>
          <w:szCs w:val="20"/>
        </w:rPr>
        <w:t>/202</w:t>
      </w:r>
      <w:r w:rsidR="003A5E47">
        <w:rPr>
          <w:rFonts w:ascii="Corbel" w:hAnsi="Corbel"/>
          <w:sz w:val="20"/>
          <w:szCs w:val="20"/>
        </w:rPr>
        <w:t>4</w:t>
      </w:r>
    </w:p>
    <w:p w14:paraId="6A4B01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8BC1A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4CDABD" w14:textId="77777777" w:rsidTr="4BB019A2">
        <w:tc>
          <w:tcPr>
            <w:tcW w:w="2694" w:type="dxa"/>
            <w:vAlign w:val="center"/>
          </w:tcPr>
          <w:p w14:paraId="04C0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F1A4D1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A5AE36E" w14:textId="77777777" w:rsidTr="4BB019A2">
        <w:tc>
          <w:tcPr>
            <w:tcW w:w="2694" w:type="dxa"/>
            <w:vAlign w:val="center"/>
          </w:tcPr>
          <w:p w14:paraId="22706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EBBA67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E/I/EP/C.5</w:t>
            </w:r>
          </w:p>
        </w:tc>
      </w:tr>
      <w:tr w:rsidR="0085747A" w:rsidRPr="009C54AE" w14:paraId="3C2339FE" w14:textId="77777777" w:rsidTr="4BB019A2">
        <w:tc>
          <w:tcPr>
            <w:tcW w:w="2694" w:type="dxa"/>
            <w:vAlign w:val="center"/>
          </w:tcPr>
          <w:p w14:paraId="5BD3968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4383C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F7E286" w14:textId="77777777" w:rsidTr="4BB019A2">
        <w:tc>
          <w:tcPr>
            <w:tcW w:w="2694" w:type="dxa"/>
            <w:vAlign w:val="center"/>
          </w:tcPr>
          <w:p w14:paraId="2E749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E3E5E8" w14:textId="77777777" w:rsidR="0085747A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296A3BA" w14:textId="77777777" w:rsidTr="4BB019A2">
        <w:tc>
          <w:tcPr>
            <w:tcW w:w="2694" w:type="dxa"/>
            <w:vAlign w:val="center"/>
          </w:tcPr>
          <w:p w14:paraId="65BA28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AE30E6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268F148" w14:textId="77777777" w:rsidTr="4BB019A2">
        <w:tc>
          <w:tcPr>
            <w:tcW w:w="2694" w:type="dxa"/>
            <w:vAlign w:val="center"/>
          </w:tcPr>
          <w:p w14:paraId="6813C4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692979" w14:textId="77777777" w:rsidR="0085747A" w:rsidRPr="00342FCC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F91EC44" w14:textId="77777777" w:rsidTr="4BB019A2">
        <w:tc>
          <w:tcPr>
            <w:tcW w:w="2694" w:type="dxa"/>
            <w:vAlign w:val="center"/>
          </w:tcPr>
          <w:p w14:paraId="7EFD27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DAA8F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D42E59" w14:textId="77777777" w:rsidTr="4BB019A2">
        <w:tc>
          <w:tcPr>
            <w:tcW w:w="2694" w:type="dxa"/>
            <w:vAlign w:val="center"/>
          </w:tcPr>
          <w:p w14:paraId="4C21D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59CB2C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A8C90FB" w14:textId="77777777" w:rsidTr="4BB019A2">
        <w:tc>
          <w:tcPr>
            <w:tcW w:w="2694" w:type="dxa"/>
            <w:vAlign w:val="center"/>
          </w:tcPr>
          <w:p w14:paraId="740304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D4033A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F169F53" w14:textId="77777777" w:rsidTr="4BB019A2">
        <w:tc>
          <w:tcPr>
            <w:tcW w:w="2694" w:type="dxa"/>
            <w:vAlign w:val="center"/>
          </w:tcPr>
          <w:p w14:paraId="4DA29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763686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6458DF" w14:textId="77777777" w:rsidTr="4BB019A2">
        <w:tc>
          <w:tcPr>
            <w:tcW w:w="2694" w:type="dxa"/>
            <w:vAlign w:val="center"/>
          </w:tcPr>
          <w:p w14:paraId="01EB1B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91A499" w14:textId="77777777" w:rsidR="00923D7D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40E49A1F" w14:textId="77777777" w:rsidTr="4BB019A2">
        <w:tc>
          <w:tcPr>
            <w:tcW w:w="2694" w:type="dxa"/>
            <w:vAlign w:val="center"/>
          </w:tcPr>
          <w:p w14:paraId="25B26B4F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CB78C3" w14:textId="77777777" w:rsidR="006702ED" w:rsidRPr="009C54AE" w:rsidRDefault="00342FCC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  <w:tr w:rsidR="006702ED" w:rsidRPr="009C54AE" w14:paraId="3C854430" w14:textId="77777777" w:rsidTr="4BB019A2">
        <w:tc>
          <w:tcPr>
            <w:tcW w:w="2694" w:type="dxa"/>
            <w:vAlign w:val="center"/>
          </w:tcPr>
          <w:p w14:paraId="1CF96377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699BA8" w14:textId="616FFC9B" w:rsidR="006702ED" w:rsidRPr="009C54AE" w:rsidRDefault="003A5E47" w:rsidP="1FE2B3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  <w:r w:rsidR="51FB90FA" w:rsidRPr="4BB019A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342FCC" w:rsidRPr="4BB019A2">
              <w:rPr>
                <w:rFonts w:ascii="Corbel" w:hAnsi="Corbel"/>
                <w:b w:val="0"/>
                <w:sz w:val="24"/>
                <w:szCs w:val="24"/>
              </w:rPr>
              <w:t>dr Beata Gierczak-</w:t>
            </w:r>
            <w:r w:rsidR="006702ED" w:rsidRPr="4BB019A2">
              <w:rPr>
                <w:rFonts w:ascii="Corbel" w:hAnsi="Corbel"/>
                <w:b w:val="0"/>
                <w:sz w:val="24"/>
                <w:szCs w:val="24"/>
              </w:rPr>
              <w:t xml:space="preserve">Korzeniowska, mgr Karolina </w:t>
            </w:r>
            <w:r w:rsidR="50192963" w:rsidRPr="4BB019A2">
              <w:rPr>
                <w:rFonts w:ascii="Corbel" w:hAnsi="Corbel"/>
                <w:b w:val="0"/>
                <w:sz w:val="24"/>
                <w:szCs w:val="24"/>
              </w:rPr>
              <w:t>Je</w:t>
            </w:r>
            <w:r w:rsidR="690A63C9" w:rsidRPr="4BB019A2">
              <w:rPr>
                <w:rFonts w:ascii="Corbel" w:hAnsi="Corbel"/>
                <w:b w:val="0"/>
                <w:sz w:val="24"/>
                <w:szCs w:val="24"/>
              </w:rPr>
              <w:t>zierska</w:t>
            </w:r>
          </w:p>
        </w:tc>
      </w:tr>
    </w:tbl>
    <w:p w14:paraId="5F95BC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2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131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342FC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5D597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F972E4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A8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776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9F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1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2A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22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2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07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1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4AA175" w14:textId="77777777" w:rsidTr="00184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7E40" w14:textId="77777777" w:rsidR="00015B8F" w:rsidRPr="009C54AE" w:rsidRDefault="006702ED" w:rsidP="001846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4CE5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B964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2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9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E7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6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2F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0BC6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98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031F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654001" w14:textId="77777777" w:rsidR="008B17AB" w:rsidRPr="00FD7701" w:rsidRDefault="008B17AB" w:rsidP="008B17A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185507C9" w14:textId="77777777" w:rsidR="008B17AB" w:rsidRPr="00FD7701" w:rsidRDefault="008B17AB" w:rsidP="008B17A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798F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28FDD" w14:textId="081BDFE5" w:rsidR="00E22FBC" w:rsidRPr="009C54AE" w:rsidRDefault="00E22FBC" w:rsidP="14BF265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F2656">
        <w:rPr>
          <w:rFonts w:ascii="Corbel" w:hAnsi="Corbel"/>
          <w:smallCaps w:val="0"/>
        </w:rPr>
        <w:t>1.3</w:t>
      </w:r>
      <w:r w:rsidR="00342FCC" w:rsidRPr="14BF2656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14BF2656">
        <w:rPr>
          <w:rFonts w:ascii="Corbel" w:hAnsi="Corbel"/>
          <w:smallCaps w:val="0"/>
        </w:rPr>
        <w:t>For</w:t>
      </w:r>
      <w:r w:rsidR="00445970" w:rsidRPr="14BF2656">
        <w:rPr>
          <w:rFonts w:ascii="Corbel" w:hAnsi="Corbel"/>
          <w:smallCaps w:val="0"/>
        </w:rPr>
        <w:t xml:space="preserve">ma zaliczenia </w:t>
      </w:r>
      <w:r w:rsidR="70BACCF9" w:rsidRPr="14BF2656">
        <w:rPr>
          <w:rFonts w:ascii="Corbel" w:hAnsi="Corbel"/>
          <w:smallCaps w:val="0"/>
        </w:rPr>
        <w:t>przedmiotu (</w:t>
      </w:r>
      <w:r w:rsidRPr="14BF2656">
        <w:rPr>
          <w:rFonts w:ascii="Corbel" w:hAnsi="Corbel"/>
          <w:smallCaps w:val="0"/>
        </w:rPr>
        <w:t xml:space="preserve">z toku) </w:t>
      </w:r>
      <w:r w:rsidRPr="14BF2656">
        <w:rPr>
          <w:rFonts w:ascii="Corbel" w:hAnsi="Corbel"/>
          <w:b w:val="0"/>
          <w:smallCaps w:val="0"/>
        </w:rPr>
        <w:t>(egzamin, zaliczenie z oceną, zaliczenie bez oceny)</w:t>
      </w:r>
    </w:p>
    <w:p w14:paraId="5905E175" w14:textId="77777777" w:rsidR="006702ED" w:rsidRPr="00DD654F" w:rsidRDefault="00342FCC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1A738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1573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342FC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E1BE94B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437403" w14:textId="77777777" w:rsidTr="00745302">
        <w:tc>
          <w:tcPr>
            <w:tcW w:w="9670" w:type="dxa"/>
          </w:tcPr>
          <w:p w14:paraId="4FD1B617" w14:textId="77777777" w:rsidR="0085747A" w:rsidRPr="009C54AE" w:rsidRDefault="006702ED" w:rsidP="00342F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62AB193A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32955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660E5" w14:textId="58F3ACA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342FCC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68007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869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342FC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A654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0842CE70" w14:textId="77777777" w:rsidTr="006702ED">
        <w:tc>
          <w:tcPr>
            <w:tcW w:w="841" w:type="dxa"/>
            <w:vAlign w:val="center"/>
          </w:tcPr>
          <w:p w14:paraId="29123A0A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3B495B5D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</w:t>
            </w:r>
            <w:r w:rsidR="00342FC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 i z funkcjonowaniem poszczególnych jego obszarów. </w:t>
            </w:r>
          </w:p>
        </w:tc>
      </w:tr>
      <w:tr w:rsidR="006702ED" w:rsidRPr="009C54AE" w14:paraId="040DDB27" w14:textId="77777777" w:rsidTr="006702ED">
        <w:tc>
          <w:tcPr>
            <w:tcW w:w="841" w:type="dxa"/>
            <w:vAlign w:val="center"/>
          </w:tcPr>
          <w:p w14:paraId="05F6556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636815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2761ADD" w14:textId="77777777" w:rsidTr="006702ED">
        <w:tc>
          <w:tcPr>
            <w:tcW w:w="841" w:type="dxa"/>
            <w:vAlign w:val="center"/>
          </w:tcPr>
          <w:p w14:paraId="229D1F24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00C075DC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4337263B" w14:textId="77777777" w:rsidTr="006702ED">
        <w:tc>
          <w:tcPr>
            <w:tcW w:w="841" w:type="dxa"/>
            <w:vAlign w:val="center"/>
          </w:tcPr>
          <w:p w14:paraId="37F174F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4521F815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C26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21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35F6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23828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80F844E" w14:textId="77777777" w:rsidTr="002E2C01">
        <w:tc>
          <w:tcPr>
            <w:tcW w:w="1681" w:type="dxa"/>
            <w:vAlign w:val="center"/>
          </w:tcPr>
          <w:p w14:paraId="2F857B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DD2B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5DC1B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C01" w:rsidRPr="009C54AE" w14:paraId="4550C086" w14:textId="77777777" w:rsidTr="002E2C01">
        <w:tc>
          <w:tcPr>
            <w:tcW w:w="1681" w:type="dxa"/>
            <w:vAlign w:val="center"/>
          </w:tcPr>
          <w:p w14:paraId="26537496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AAC6692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2E7E533" w14:textId="77777777" w:rsidR="002E2C01" w:rsidRPr="009C54AE" w:rsidRDefault="002E2C01" w:rsidP="0034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D35309B" w14:textId="77777777" w:rsidTr="002E2C01">
        <w:tc>
          <w:tcPr>
            <w:tcW w:w="1681" w:type="dxa"/>
          </w:tcPr>
          <w:p w14:paraId="45F6BD3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C55CA4" w14:textId="77777777" w:rsidR="002E2C01" w:rsidRPr="009C54AE" w:rsidRDefault="002E2C01" w:rsidP="0034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charakteryzuje podstawowe formy organizacyjno</w:t>
            </w:r>
            <w:r w:rsidR="00342FC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7FD6D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0662F3F2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43F010CC" w14:textId="77777777" w:rsidTr="002E2C01">
        <w:tc>
          <w:tcPr>
            <w:tcW w:w="1681" w:type="dxa"/>
          </w:tcPr>
          <w:p w14:paraId="1C966BCC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1B24182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87EE3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FCBAE71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2E2C01" w:rsidRPr="009C54AE" w14:paraId="0C189441" w14:textId="77777777" w:rsidTr="00836F8D">
        <w:tc>
          <w:tcPr>
            <w:tcW w:w="1681" w:type="dxa"/>
            <w:shd w:val="clear" w:color="auto" w:fill="auto"/>
          </w:tcPr>
          <w:p w14:paraId="6BC143BD" w14:textId="77777777" w:rsidR="002E2C01" w:rsidRPr="00836F8D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14:paraId="70509D7F" w14:textId="77777777" w:rsidR="002E2C01" w:rsidRPr="00836F8D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5FB70A72" w14:textId="77777777" w:rsidR="002E2C01" w:rsidRPr="00836F8D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25FC3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DB218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35F6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CA261FC" w14:textId="77777777" w:rsidR="0018469B" w:rsidRPr="009C54AE" w:rsidRDefault="001846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95B286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EE9E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A2BAA" w14:textId="77777777" w:rsidTr="002E2C01">
        <w:tc>
          <w:tcPr>
            <w:tcW w:w="9520" w:type="dxa"/>
          </w:tcPr>
          <w:p w14:paraId="4E410DC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6E3ECC6E" w14:textId="77777777" w:rsidTr="002E2C01">
        <w:tc>
          <w:tcPr>
            <w:tcW w:w="9520" w:type="dxa"/>
          </w:tcPr>
          <w:p w14:paraId="7129DE3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0920940" w14:textId="77777777" w:rsidTr="002E2C01">
        <w:tc>
          <w:tcPr>
            <w:tcW w:w="9520" w:type="dxa"/>
          </w:tcPr>
          <w:p w14:paraId="7A3579E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492BC57" w14:textId="77777777" w:rsidTr="002E2C01">
        <w:tc>
          <w:tcPr>
            <w:tcW w:w="9520" w:type="dxa"/>
          </w:tcPr>
          <w:p w14:paraId="2D79CBF8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A16A726" w14:textId="77777777" w:rsidTr="002E2C01">
        <w:tc>
          <w:tcPr>
            <w:tcW w:w="9520" w:type="dxa"/>
          </w:tcPr>
          <w:p w14:paraId="7C5027E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EAC7439" w14:textId="77777777" w:rsidTr="002E2C01">
        <w:tc>
          <w:tcPr>
            <w:tcW w:w="9520" w:type="dxa"/>
          </w:tcPr>
          <w:p w14:paraId="4217308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DF8431" w14:textId="77777777" w:rsidTr="002E2C01">
        <w:tc>
          <w:tcPr>
            <w:tcW w:w="9520" w:type="dxa"/>
          </w:tcPr>
          <w:p w14:paraId="08F35A6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2E2C01" w:rsidRPr="009C54AE" w14:paraId="715F4981" w14:textId="77777777" w:rsidTr="002E2C01">
        <w:tc>
          <w:tcPr>
            <w:tcW w:w="9520" w:type="dxa"/>
          </w:tcPr>
          <w:p w14:paraId="6BDF522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2787A16" w14:textId="77777777" w:rsidTr="002E2C01">
        <w:tc>
          <w:tcPr>
            <w:tcW w:w="9520" w:type="dxa"/>
          </w:tcPr>
          <w:p w14:paraId="6F93C1A3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F05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BED97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6A5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08BD5" w14:textId="77777777" w:rsidTr="002E2C01">
        <w:tc>
          <w:tcPr>
            <w:tcW w:w="9520" w:type="dxa"/>
          </w:tcPr>
          <w:p w14:paraId="1DA346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8C60C19" w14:textId="77777777" w:rsidTr="002E2C01">
        <w:tc>
          <w:tcPr>
            <w:tcW w:w="9520" w:type="dxa"/>
          </w:tcPr>
          <w:p w14:paraId="10611DEF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A33393A" w14:textId="77777777" w:rsidTr="002E2C01">
        <w:tc>
          <w:tcPr>
            <w:tcW w:w="9520" w:type="dxa"/>
          </w:tcPr>
          <w:p w14:paraId="60CB16B6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Wybór formy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3FE8370" w14:textId="77777777" w:rsidTr="002E2C01">
        <w:tc>
          <w:tcPr>
            <w:tcW w:w="9520" w:type="dxa"/>
          </w:tcPr>
          <w:p w14:paraId="4A27629A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2EF9109" w14:textId="77777777" w:rsidTr="002E2C01">
        <w:tc>
          <w:tcPr>
            <w:tcW w:w="9520" w:type="dxa"/>
          </w:tcPr>
          <w:p w14:paraId="3605433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0F23D65" w14:textId="77777777" w:rsidTr="002E2C01">
        <w:tc>
          <w:tcPr>
            <w:tcW w:w="9520" w:type="dxa"/>
          </w:tcPr>
          <w:p w14:paraId="3B9BBEC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62D8A37" w14:textId="77777777" w:rsidTr="002E2C01">
        <w:tc>
          <w:tcPr>
            <w:tcW w:w="9520" w:type="dxa"/>
          </w:tcPr>
          <w:p w14:paraId="482A3484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zdolności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przedsiębiorstwa</w:t>
            </w:r>
            <w:proofErr w:type="spellEnd"/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F08DFD0" w14:textId="77777777" w:rsidTr="002E2C01">
        <w:tc>
          <w:tcPr>
            <w:tcW w:w="9520" w:type="dxa"/>
          </w:tcPr>
          <w:p w14:paraId="6C1C26C9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A44D933" w14:textId="77777777" w:rsidTr="002E2C01">
        <w:tc>
          <w:tcPr>
            <w:tcW w:w="9520" w:type="dxa"/>
          </w:tcPr>
          <w:p w14:paraId="627EEC8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739522E" w14:textId="77777777" w:rsidTr="002E2C01">
        <w:tc>
          <w:tcPr>
            <w:tcW w:w="9520" w:type="dxa"/>
          </w:tcPr>
          <w:p w14:paraId="7E4D516A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F8B273C" w14:textId="77777777" w:rsidTr="002E2C01">
        <w:tc>
          <w:tcPr>
            <w:tcW w:w="9520" w:type="dxa"/>
          </w:tcPr>
          <w:p w14:paraId="6D12A68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FF5A94C" w14:textId="77777777" w:rsidTr="002E2C01">
        <w:tc>
          <w:tcPr>
            <w:tcW w:w="9520" w:type="dxa"/>
          </w:tcPr>
          <w:p w14:paraId="186D30CB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89E0795" w14:textId="77777777" w:rsidTr="002E2C01">
        <w:tc>
          <w:tcPr>
            <w:tcW w:w="9520" w:type="dxa"/>
          </w:tcPr>
          <w:p w14:paraId="7E6CA25F" w14:textId="77777777" w:rsidR="002E2C01" w:rsidRPr="00E42D65" w:rsidRDefault="002E2C01" w:rsidP="0018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postępu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72B5CF83" w14:textId="77777777" w:rsidTr="002E2C01">
        <w:tc>
          <w:tcPr>
            <w:tcW w:w="9520" w:type="dxa"/>
          </w:tcPr>
          <w:p w14:paraId="5195965A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074ADAD8" w14:textId="77777777" w:rsidTr="002E2C01">
        <w:tc>
          <w:tcPr>
            <w:tcW w:w="9520" w:type="dxa"/>
          </w:tcPr>
          <w:p w14:paraId="43E6C61B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2E2C01" w:rsidRPr="009C54AE" w14:paraId="4F17FDB6" w14:textId="77777777" w:rsidTr="002E2C01">
        <w:tc>
          <w:tcPr>
            <w:tcW w:w="9520" w:type="dxa"/>
          </w:tcPr>
          <w:p w14:paraId="5DBA4C8F" w14:textId="77777777" w:rsidR="002E2C01" w:rsidRPr="00C65F1C" w:rsidRDefault="00CA284D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="002E2C01" w:rsidRPr="00C65F1C">
              <w:rPr>
                <w:rFonts w:ascii="Corbel" w:hAnsi="Corbel"/>
                <w:sz w:val="24"/>
                <w:szCs w:val="24"/>
              </w:rPr>
              <w:t>olskim</w:t>
            </w:r>
            <w:r w:rsidR="002E2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6D21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3CE4B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31EA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49CA5" w14:textId="77777777" w:rsidR="002E2C01" w:rsidRDefault="002E2C01" w:rsidP="002E2C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A1C69" w14:textId="77777777" w:rsidR="00E960BB" w:rsidRPr="002E2C01" w:rsidRDefault="002E2C01" w:rsidP="00E9217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E92173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E92173">
        <w:rPr>
          <w:rFonts w:ascii="Corbel" w:hAnsi="Corbel"/>
          <w:b w:val="0"/>
          <w:smallCaps w:val="0"/>
          <w:szCs w:val="24"/>
        </w:rPr>
        <w:t xml:space="preserve"> </w:t>
      </w:r>
      <w:r w:rsidR="00E92173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E92173" w:rsidRPr="009F1407">
        <w:rPr>
          <w:rFonts w:ascii="Corbel" w:hAnsi="Corbel"/>
          <w:b w:val="0"/>
          <w:smallCaps w:val="0"/>
          <w:szCs w:val="24"/>
        </w:rPr>
        <w:t>lub realizowan</w:t>
      </w:r>
      <w:r w:rsidR="00E92173">
        <w:rPr>
          <w:rFonts w:ascii="Corbel" w:hAnsi="Corbel"/>
          <w:b w:val="0"/>
          <w:smallCaps w:val="0"/>
          <w:szCs w:val="24"/>
        </w:rPr>
        <w:t>e</w:t>
      </w:r>
      <w:r w:rsidR="00E92173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E92173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E92173">
        <w:rPr>
          <w:rFonts w:ascii="Corbel" w:hAnsi="Corbel"/>
          <w:b w:val="0"/>
          <w:smallCaps w:val="0"/>
          <w:szCs w:val="24"/>
        </w:rPr>
        <w:t>.</w:t>
      </w:r>
    </w:p>
    <w:p w14:paraId="6860EA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0C0CA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4E9A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B96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1D25B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3D2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DC78CB" w14:textId="77777777" w:rsidTr="4BB019A2">
        <w:tc>
          <w:tcPr>
            <w:tcW w:w="1962" w:type="dxa"/>
            <w:vAlign w:val="center"/>
          </w:tcPr>
          <w:p w14:paraId="484BD2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E770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E492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FFC9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E90E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2C01" w:rsidRPr="009C54AE" w14:paraId="0C8302C2" w14:textId="77777777" w:rsidTr="4BB019A2">
        <w:tc>
          <w:tcPr>
            <w:tcW w:w="1962" w:type="dxa"/>
          </w:tcPr>
          <w:p w14:paraId="0612D8DE" w14:textId="77777777" w:rsidR="002E2C01" w:rsidRPr="009C54AE" w:rsidRDefault="0018469B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C167D50" w14:textId="0B57CB70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FAD7B60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</w:tcPr>
          <w:p w14:paraId="25D2368A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0402168F" w14:textId="77777777" w:rsidTr="4BB019A2">
        <w:tc>
          <w:tcPr>
            <w:tcW w:w="1962" w:type="dxa"/>
          </w:tcPr>
          <w:p w14:paraId="190D8FEA" w14:textId="77777777" w:rsidR="002E2C01" w:rsidRPr="009C54AE" w:rsidRDefault="00836F8D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856C9C4" w14:textId="02337017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831E195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zajęć, egzamin pisemny</w:t>
            </w:r>
          </w:p>
        </w:tc>
        <w:tc>
          <w:tcPr>
            <w:tcW w:w="2117" w:type="dxa"/>
          </w:tcPr>
          <w:p w14:paraId="74874229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7DF293F" w14:textId="77777777" w:rsidTr="4BB019A2">
        <w:tc>
          <w:tcPr>
            <w:tcW w:w="1962" w:type="dxa"/>
          </w:tcPr>
          <w:p w14:paraId="5F282292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1C324D7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E2C0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raca grupowa, 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66911DD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2E2C01" w:rsidRPr="009C54AE" w14:paraId="05FFC31F" w14:textId="77777777" w:rsidTr="4BB019A2">
        <w:tc>
          <w:tcPr>
            <w:tcW w:w="1962" w:type="dxa"/>
          </w:tcPr>
          <w:p w14:paraId="673E272F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7212FC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postawy, ocena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ezentowanego stanowiska, opinii</w:t>
            </w:r>
          </w:p>
        </w:tc>
        <w:tc>
          <w:tcPr>
            <w:tcW w:w="2117" w:type="dxa"/>
          </w:tcPr>
          <w:p w14:paraId="714F3060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FED33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2B0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8469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9E13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3B8A1C" w14:textId="77777777" w:rsidTr="52FD03CA">
        <w:tc>
          <w:tcPr>
            <w:tcW w:w="9670" w:type="dxa"/>
          </w:tcPr>
          <w:p w14:paraId="0140E441" w14:textId="77777777" w:rsidR="002A057C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31814CBC" w14:textId="77777777" w:rsidR="002A057C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– pracy pisemnej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na ocenę pozytywną student musi uzyskać 51% wym</w:t>
            </w:r>
            <w:r w:rsidRPr="26F80357">
              <w:rPr>
                <w:rFonts w:ascii="Corbel" w:hAnsi="Corbel"/>
                <w:sz w:val="24"/>
                <w:szCs w:val="24"/>
              </w:rPr>
              <w:t>aganych punktów,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486987D6" w14:textId="77777777" w:rsidR="002A057C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 także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prac indywidualnych i zespołowych oraz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obecnoś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ci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 zajęciach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25F91230" w14:textId="138D0349" w:rsidR="0085747A" w:rsidRPr="002537CD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 pisemny (podstawą oceny pozytywnej jest uzyskanie 51% wymaganych punktów). </w:t>
            </w:r>
            <w:r w:rsidRPr="52FD03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51%- 60% =3.0, 61%-70%=3.5, 71%-80%=4.0, 81%-90%=4.5, 91%-100%=5.0</w:t>
            </w:r>
          </w:p>
        </w:tc>
      </w:tr>
    </w:tbl>
    <w:p w14:paraId="0A2E49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F8AEA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0E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CB64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478F8F" w14:textId="77777777" w:rsidTr="003E1941">
        <w:tc>
          <w:tcPr>
            <w:tcW w:w="4962" w:type="dxa"/>
            <w:vAlign w:val="center"/>
          </w:tcPr>
          <w:p w14:paraId="22E25A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BD753D" w14:textId="510DEBA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11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BF36A" w14:textId="77777777" w:rsidTr="00923D7D">
        <w:tc>
          <w:tcPr>
            <w:tcW w:w="4962" w:type="dxa"/>
          </w:tcPr>
          <w:p w14:paraId="575B38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83ADB5" w14:textId="77777777" w:rsidR="0085747A" w:rsidRPr="009C54AE" w:rsidRDefault="006638B3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786E06A" w14:textId="77777777" w:rsidTr="00923D7D">
        <w:tc>
          <w:tcPr>
            <w:tcW w:w="4962" w:type="dxa"/>
          </w:tcPr>
          <w:p w14:paraId="46A5EA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84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85161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493A178" w14:textId="77777777" w:rsidTr="00923D7D">
        <w:tc>
          <w:tcPr>
            <w:tcW w:w="4962" w:type="dxa"/>
          </w:tcPr>
          <w:p w14:paraId="512EDCBE" w14:textId="5195A59F" w:rsidR="00C61DC5" w:rsidRPr="009C54AE" w:rsidRDefault="00C61DC5" w:rsidP="008B1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B17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DD7383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85747A" w:rsidRPr="009C54AE" w14:paraId="3B8EAC5C" w14:textId="77777777" w:rsidTr="00923D7D">
        <w:tc>
          <w:tcPr>
            <w:tcW w:w="4962" w:type="dxa"/>
          </w:tcPr>
          <w:p w14:paraId="7EA641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1D3BDF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757BAA8" w14:textId="77777777" w:rsidTr="00923D7D">
        <w:tc>
          <w:tcPr>
            <w:tcW w:w="4962" w:type="dxa"/>
          </w:tcPr>
          <w:p w14:paraId="6B771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CC57F9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098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6F95F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95F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B6B9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B00C4D6" w14:textId="77777777" w:rsidTr="00A31170">
        <w:trPr>
          <w:trHeight w:val="397"/>
        </w:trPr>
        <w:tc>
          <w:tcPr>
            <w:tcW w:w="2359" w:type="pct"/>
          </w:tcPr>
          <w:p w14:paraId="21F8C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F4BCED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C88615" w14:textId="77777777" w:rsidTr="00A31170">
        <w:trPr>
          <w:trHeight w:val="397"/>
        </w:trPr>
        <w:tc>
          <w:tcPr>
            <w:tcW w:w="2359" w:type="pct"/>
          </w:tcPr>
          <w:p w14:paraId="778C1F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9EA90F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CCA11B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D5B9B" w14:textId="77777777" w:rsidR="0018469B" w:rsidRPr="009C54AE" w:rsidRDefault="001846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018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6AAD7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33F6A24" w14:textId="77777777" w:rsidTr="2DD6E431">
        <w:trPr>
          <w:trHeight w:val="397"/>
        </w:trPr>
        <w:tc>
          <w:tcPr>
            <w:tcW w:w="5000" w:type="pct"/>
          </w:tcPr>
          <w:p w14:paraId="778E65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E38D8A" w14:textId="77777777" w:rsidR="00704CA0" w:rsidRPr="003501E7" w:rsidRDefault="001C59FF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B35F6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B99F8E" w14:textId="77777777" w:rsidR="00D078C8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2ADBCF" w14:textId="77777777" w:rsidR="00704CA0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Ekonomika przedsiębiorstw, red. J.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Engelhardt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  <w:tr w:rsidR="0085747A" w:rsidRPr="009C54AE" w14:paraId="76843F74" w14:textId="77777777" w:rsidTr="2DD6E431">
        <w:trPr>
          <w:trHeight w:val="397"/>
        </w:trPr>
        <w:tc>
          <w:tcPr>
            <w:tcW w:w="5000" w:type="pct"/>
          </w:tcPr>
          <w:p w14:paraId="62D7CE07" w14:textId="77777777" w:rsidR="0085747A" w:rsidRDefault="0085747A" w:rsidP="2DD6E4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C07D290" w14:textId="77777777" w:rsidR="00704CA0" w:rsidRDefault="00704CA0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Mierzejewska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Majcherek J.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Ekonomika przedsiębiorstw,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Difin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Warszawa 2009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4F55C967" w14:textId="0D156925" w:rsidR="00D078C8" w:rsidRPr="00D078C8" w:rsidRDefault="00D078C8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Nasalski Z., Ekonomika i organizacja przedsiębiorstw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Uniwersytet Warmińsko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Mazurski w Olsztynie, 2006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325A6FF" w14:textId="7BF99848" w:rsidR="00D078C8" w:rsidRPr="00D078C8" w:rsidRDefault="1F62F869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Gierczak-Korzeniowska B., 2017, The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impact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benchlearning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on the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value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human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capital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Reflections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on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airline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case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study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“Nierówności społeczne a wzrost gospodarczy”, nr 51</w:t>
            </w:r>
          </w:p>
        </w:tc>
      </w:tr>
    </w:tbl>
    <w:p w14:paraId="4A833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98D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6B0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54A00" w14:textId="77777777" w:rsidR="00453CF7" w:rsidRDefault="00453CF7" w:rsidP="00C16ABF">
      <w:pPr>
        <w:spacing w:after="0" w:line="240" w:lineRule="auto"/>
      </w:pPr>
      <w:r>
        <w:separator/>
      </w:r>
    </w:p>
  </w:endnote>
  <w:endnote w:type="continuationSeparator" w:id="0">
    <w:p w14:paraId="5EE8F071" w14:textId="77777777" w:rsidR="00453CF7" w:rsidRDefault="00453C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B7A0F" w14:textId="77777777" w:rsidR="00453CF7" w:rsidRDefault="00453CF7" w:rsidP="00C16ABF">
      <w:pPr>
        <w:spacing w:after="0" w:line="240" w:lineRule="auto"/>
      </w:pPr>
      <w:r>
        <w:separator/>
      </w:r>
    </w:p>
  </w:footnote>
  <w:footnote w:type="continuationSeparator" w:id="0">
    <w:p w14:paraId="57DF6B31" w14:textId="77777777" w:rsidR="00453CF7" w:rsidRDefault="00453CF7" w:rsidP="00C16ABF">
      <w:pPr>
        <w:spacing w:after="0" w:line="240" w:lineRule="auto"/>
      </w:pPr>
      <w:r>
        <w:continuationSeparator/>
      </w:r>
    </w:p>
  </w:footnote>
  <w:footnote w:id="1">
    <w:p w14:paraId="2C7E7C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B460C"/>
    <w:multiLevelType w:val="hybridMultilevel"/>
    <w:tmpl w:val="1BD28B28"/>
    <w:lvl w:ilvl="0" w:tplc="F120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DAB7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2D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27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49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42B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40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061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C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64A4C"/>
    <w:multiLevelType w:val="hybridMultilevel"/>
    <w:tmpl w:val="2ED4FED8"/>
    <w:lvl w:ilvl="0" w:tplc="41362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2A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2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3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C4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8F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E1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A8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09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0795F"/>
    <w:multiLevelType w:val="hybridMultilevel"/>
    <w:tmpl w:val="115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923"/>
    <w:multiLevelType w:val="hybridMultilevel"/>
    <w:tmpl w:val="A984A5CE"/>
    <w:lvl w:ilvl="0" w:tplc="533C9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B41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4A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82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AB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27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83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0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6E2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12145"/>
    <w:multiLevelType w:val="hybridMultilevel"/>
    <w:tmpl w:val="1BF4E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985793">
    <w:abstractNumId w:val="1"/>
  </w:num>
  <w:num w:numId="2" w16cid:durableId="920524498">
    <w:abstractNumId w:val="4"/>
  </w:num>
  <w:num w:numId="3" w16cid:durableId="1074160530">
    <w:abstractNumId w:val="0"/>
  </w:num>
  <w:num w:numId="4" w16cid:durableId="456879015">
    <w:abstractNumId w:val="2"/>
  </w:num>
  <w:num w:numId="5" w16cid:durableId="523249605">
    <w:abstractNumId w:val="5"/>
  </w:num>
  <w:num w:numId="6" w16cid:durableId="20860874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650A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FB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26B"/>
    <w:rsid w:val="001737CF"/>
    <w:rsid w:val="0017512A"/>
    <w:rsid w:val="00176083"/>
    <w:rsid w:val="0018469B"/>
    <w:rsid w:val="00192F37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656CD"/>
    <w:rsid w:val="00281FF2"/>
    <w:rsid w:val="002857DE"/>
    <w:rsid w:val="00291567"/>
    <w:rsid w:val="002A057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3018BA"/>
    <w:rsid w:val="0030395F"/>
    <w:rsid w:val="00305C92"/>
    <w:rsid w:val="00310EF9"/>
    <w:rsid w:val="003151C5"/>
    <w:rsid w:val="003343CF"/>
    <w:rsid w:val="00342FCC"/>
    <w:rsid w:val="00346FE9"/>
    <w:rsid w:val="0034759A"/>
    <w:rsid w:val="003503F6"/>
    <w:rsid w:val="003530DD"/>
    <w:rsid w:val="00363F78"/>
    <w:rsid w:val="003A0A5B"/>
    <w:rsid w:val="003A1176"/>
    <w:rsid w:val="003A5E47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53CF7"/>
    <w:rsid w:val="00461EFC"/>
    <w:rsid w:val="004652C2"/>
    <w:rsid w:val="004706D1"/>
    <w:rsid w:val="00471326"/>
    <w:rsid w:val="0047598D"/>
    <w:rsid w:val="00476EC0"/>
    <w:rsid w:val="004840FD"/>
    <w:rsid w:val="00490F7D"/>
    <w:rsid w:val="00491678"/>
    <w:rsid w:val="004968E2"/>
    <w:rsid w:val="004A09C9"/>
    <w:rsid w:val="004A29D4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3F9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CB3"/>
    <w:rsid w:val="0081554D"/>
    <w:rsid w:val="0081707E"/>
    <w:rsid w:val="00827895"/>
    <w:rsid w:val="00836F8D"/>
    <w:rsid w:val="008449B3"/>
    <w:rsid w:val="008552A2"/>
    <w:rsid w:val="0085747A"/>
    <w:rsid w:val="00884922"/>
    <w:rsid w:val="00885F64"/>
    <w:rsid w:val="008917F9"/>
    <w:rsid w:val="008A45F7"/>
    <w:rsid w:val="008B17AB"/>
    <w:rsid w:val="008C0CC0"/>
    <w:rsid w:val="008C19A9"/>
    <w:rsid w:val="008C379D"/>
    <w:rsid w:val="008C5147"/>
    <w:rsid w:val="008C5359"/>
    <w:rsid w:val="008C5363"/>
    <w:rsid w:val="008D3DFB"/>
    <w:rsid w:val="008E399D"/>
    <w:rsid w:val="008E64F4"/>
    <w:rsid w:val="008F1052"/>
    <w:rsid w:val="008F12C9"/>
    <w:rsid w:val="008F6E29"/>
    <w:rsid w:val="00913D70"/>
    <w:rsid w:val="00916188"/>
    <w:rsid w:val="00923D7D"/>
    <w:rsid w:val="009508DF"/>
    <w:rsid w:val="00950DAC"/>
    <w:rsid w:val="00954A07"/>
    <w:rsid w:val="00984B23"/>
    <w:rsid w:val="00991867"/>
    <w:rsid w:val="00997F14"/>
    <w:rsid w:val="009A2C9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1170"/>
    <w:rsid w:val="00A36899"/>
    <w:rsid w:val="00A371F6"/>
    <w:rsid w:val="00A43BF6"/>
    <w:rsid w:val="00A53FA5"/>
    <w:rsid w:val="00A54817"/>
    <w:rsid w:val="00A601C8"/>
    <w:rsid w:val="00A60799"/>
    <w:rsid w:val="00A84C85"/>
    <w:rsid w:val="00A95E9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F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7E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84D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2BE"/>
    <w:rsid w:val="00DF71C8"/>
    <w:rsid w:val="00E129B8"/>
    <w:rsid w:val="00E20067"/>
    <w:rsid w:val="00E21E7D"/>
    <w:rsid w:val="00E22FBC"/>
    <w:rsid w:val="00E24BF5"/>
    <w:rsid w:val="00E25338"/>
    <w:rsid w:val="00E50AFB"/>
    <w:rsid w:val="00E51E44"/>
    <w:rsid w:val="00E63348"/>
    <w:rsid w:val="00E661B9"/>
    <w:rsid w:val="00E742AA"/>
    <w:rsid w:val="00E77E88"/>
    <w:rsid w:val="00E8107D"/>
    <w:rsid w:val="00E92173"/>
    <w:rsid w:val="00E960BB"/>
    <w:rsid w:val="00EA2074"/>
    <w:rsid w:val="00EA4832"/>
    <w:rsid w:val="00EA4E9D"/>
    <w:rsid w:val="00EC4899"/>
    <w:rsid w:val="00ED03AB"/>
    <w:rsid w:val="00ED21E8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083"/>
    <w:rsid w:val="00FF1401"/>
    <w:rsid w:val="00FF5E7D"/>
    <w:rsid w:val="01892866"/>
    <w:rsid w:val="019A4961"/>
    <w:rsid w:val="0831E195"/>
    <w:rsid w:val="0FAD7B60"/>
    <w:rsid w:val="10AB47B7"/>
    <w:rsid w:val="14BF2656"/>
    <w:rsid w:val="15D0DD62"/>
    <w:rsid w:val="172BA437"/>
    <w:rsid w:val="1897F46F"/>
    <w:rsid w:val="1AE81684"/>
    <w:rsid w:val="1B25DA43"/>
    <w:rsid w:val="1F0D75F9"/>
    <w:rsid w:val="1F62F869"/>
    <w:rsid w:val="1FE2B38D"/>
    <w:rsid w:val="2290E7B9"/>
    <w:rsid w:val="22D3D28F"/>
    <w:rsid w:val="26F80357"/>
    <w:rsid w:val="2DD6E431"/>
    <w:rsid w:val="3820C7EA"/>
    <w:rsid w:val="398F7980"/>
    <w:rsid w:val="3E61EFE9"/>
    <w:rsid w:val="421252D7"/>
    <w:rsid w:val="445933EE"/>
    <w:rsid w:val="4A34E98F"/>
    <w:rsid w:val="4BB019A2"/>
    <w:rsid w:val="4C729480"/>
    <w:rsid w:val="4E0F37F2"/>
    <w:rsid w:val="4FECFAC3"/>
    <w:rsid w:val="50192963"/>
    <w:rsid w:val="51FB90FA"/>
    <w:rsid w:val="52FD03CA"/>
    <w:rsid w:val="57369448"/>
    <w:rsid w:val="5D19E938"/>
    <w:rsid w:val="6430605F"/>
    <w:rsid w:val="662151C8"/>
    <w:rsid w:val="690A63C9"/>
    <w:rsid w:val="694929C1"/>
    <w:rsid w:val="6D4A5AD4"/>
    <w:rsid w:val="6D5B609B"/>
    <w:rsid w:val="6DE8827E"/>
    <w:rsid w:val="70BACCF9"/>
    <w:rsid w:val="788B82A3"/>
    <w:rsid w:val="7894F320"/>
    <w:rsid w:val="7BA25066"/>
    <w:rsid w:val="7CF15735"/>
    <w:rsid w:val="7FFE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F36"/>
  <w15:docId w15:val="{326E4793-51D4-4E42-8E2F-C520A0B4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character" w:styleId="Odwoaniedokomentarza">
    <w:name w:val="annotation reference"/>
    <w:basedOn w:val="Domylnaczcionkaakapitu"/>
    <w:uiPriority w:val="99"/>
    <w:semiHidden/>
    <w:unhideWhenUsed/>
    <w:rsid w:val="00913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D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D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D7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B1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B17AB"/>
  </w:style>
  <w:style w:type="character" w:customStyle="1" w:styleId="spellingerror">
    <w:name w:val="spellingerror"/>
    <w:basedOn w:val="Domylnaczcionkaakapitu"/>
    <w:rsid w:val="008B17AB"/>
  </w:style>
  <w:style w:type="character" w:customStyle="1" w:styleId="eop">
    <w:name w:val="eop"/>
    <w:basedOn w:val="Domylnaczcionkaakapitu"/>
    <w:rsid w:val="008B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3432B7-82E6-41D9-A4BB-4DA415596A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9844FC-85F9-49CF-81DC-1A27F154D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5435FD-DD0D-4C75-90D0-C2F3F0BE6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EC8D39-DAE7-4FAC-8AE0-6F20C095A1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916</Words>
  <Characters>5497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42</cp:revision>
  <cp:lastPrinted>2019-02-06T12:12:00Z</cp:lastPrinted>
  <dcterms:created xsi:type="dcterms:W3CDTF">2020-10-18T14:22:00Z</dcterms:created>
  <dcterms:modified xsi:type="dcterms:W3CDTF">2022-06-01T05:19:00Z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